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5" w:rsidRPr="003101D8" w:rsidRDefault="005A6DD8" w:rsidP="008E0CA4">
      <w:pPr>
        <w:pStyle w:val="a3"/>
        <w:spacing w:afterLines="50"/>
        <w:ind w:left="360" w:firstLineChars="0" w:firstLine="0"/>
        <w:jc w:val="center"/>
        <w:rPr>
          <w:rFonts w:ascii="宋体" w:hAnsi="宋体"/>
          <w:b/>
          <w:sz w:val="34"/>
          <w:szCs w:val="34"/>
        </w:rPr>
      </w:pPr>
      <w:r w:rsidRPr="00113294">
        <w:rPr>
          <w:rFonts w:cs="Calibri"/>
          <w:sz w:val="34"/>
          <w:szCs w:val="34"/>
        </w:rPr>
        <w:t>2</w:t>
      </w:r>
      <w:r w:rsidR="003A1449" w:rsidRPr="00113294">
        <w:rPr>
          <w:rFonts w:cs="Calibri"/>
          <w:sz w:val="34"/>
          <w:szCs w:val="34"/>
        </w:rPr>
        <w:t>.</w:t>
      </w:r>
      <w:r w:rsidR="003B4151" w:rsidRPr="003101D8">
        <w:rPr>
          <w:rFonts w:ascii="宋体" w:hAnsi="宋体" w:hint="eastAsia"/>
          <w:b/>
          <w:sz w:val="34"/>
          <w:szCs w:val="34"/>
        </w:rPr>
        <w:t>党</w:t>
      </w:r>
      <w:r w:rsidR="003A1449" w:rsidRPr="003101D8">
        <w:rPr>
          <w:rFonts w:ascii="宋体" w:hAnsi="宋体" w:hint="eastAsia"/>
          <w:b/>
          <w:sz w:val="34"/>
          <w:szCs w:val="34"/>
        </w:rPr>
        <w:t>员</w:t>
      </w:r>
      <w:r w:rsidR="003B4151" w:rsidRPr="003101D8">
        <w:rPr>
          <w:rFonts w:ascii="宋体" w:hAnsi="宋体" w:hint="eastAsia"/>
          <w:b/>
          <w:sz w:val="34"/>
          <w:szCs w:val="34"/>
        </w:rPr>
        <w:t>基本情况</w:t>
      </w:r>
      <w:r w:rsidR="003A1449" w:rsidRPr="003101D8">
        <w:rPr>
          <w:rFonts w:ascii="宋体" w:hAnsi="宋体" w:hint="eastAsia"/>
          <w:b/>
          <w:sz w:val="34"/>
          <w:szCs w:val="34"/>
        </w:rPr>
        <w:t>表</w:t>
      </w:r>
    </w:p>
    <w:tbl>
      <w:tblPr>
        <w:tblW w:w="0" w:type="auto"/>
        <w:jc w:val="center"/>
        <w:tblInd w:w="-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1273"/>
        <w:gridCol w:w="721"/>
        <w:gridCol w:w="839"/>
        <w:gridCol w:w="1134"/>
        <w:gridCol w:w="1134"/>
        <w:gridCol w:w="1275"/>
        <w:gridCol w:w="2977"/>
        <w:gridCol w:w="1997"/>
        <w:gridCol w:w="1432"/>
      </w:tblGrid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序号</w:t>
            </w: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民族</w:t>
            </w: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文化程度</w:t>
            </w: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入党时间</w:t>
            </w:r>
          </w:p>
        </w:tc>
        <w:tc>
          <w:tcPr>
            <w:tcW w:w="2977" w:type="dxa"/>
          </w:tcPr>
          <w:p w:rsidR="005A6DD8" w:rsidRPr="000D3FCF" w:rsidRDefault="00443F57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单位职务</w:t>
            </w: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4A0821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0;text-align:left;margin-left:699.9pt;margin-top:21.75pt;width:51.65pt;height:39.2pt;z-index:-251659264;mso-position-horizontal-relative:text;mso-position-vertical-relative:text;mso-width-relative:margin;mso-height-relative:margin" filled="f" stroked="f">
                  <v:textbox style="mso-next-textbox:#_x0000_s1039">
                    <w:txbxContent>
                      <w:p w:rsidR="00093052" w:rsidRDefault="00093052"/>
                    </w:txbxContent>
                  </v:textbox>
                </v:shape>
              </w:pict>
            </w: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4A0821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 id="_x0000_s1036" type="#_x0000_t202" style="position:absolute;left:0;text-align:left;margin-left:-124pt;margin-top:6.3pt;width:30pt;height:24.05pt;z-index:251655168;mso-position-horizontal-relative:text;mso-position-vertical-relative:text;mso-width-relative:margin;mso-height-relative:margin" filled="f" stroked="f">
                  <v:textbox style="layout-flow:vertical-ideographic;mso-fit-shape-to-text:t">
                    <w:txbxContent>
                      <w:p w:rsidR="003A1449" w:rsidRPr="003A1449" w:rsidRDefault="003A1449">
                        <w:pPr>
                          <w:rPr>
                            <w:sz w:val="20"/>
                            <w:szCs w:val="20"/>
                          </w:rPr>
                        </w:pPr>
                        <w:r w:rsidRPr="003A1449">
                          <w:rPr>
                            <w:rFonts w:hint="eastAsia"/>
                            <w:sz w:val="20"/>
                            <w:szCs w:val="20"/>
                          </w:rPr>
                          <w:t>1</w:t>
                        </w:r>
                        <w:r w:rsidR="00093052">
                          <w:rPr>
                            <w:rFonts w:hint="eastAsia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A6DD8" w:rsidRPr="000D3FCF" w:rsidRDefault="005A6DD8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4A0821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0821">
              <w:rPr>
                <w:rFonts w:asciiTheme="minorEastAsia" w:eastAsiaTheme="minorEastAsia" w:hAnsiTheme="minorEastAsia"/>
                <w:noProof/>
                <w:sz w:val="34"/>
                <w:szCs w:val="34"/>
              </w:rPr>
              <w:lastRenderedPageBreak/>
              <w:pict>
                <v:shape id="_x0000_s1038" type="#_x0000_t202" style="position:absolute;left:0;text-align:left;margin-left:-123.5pt;margin-top:1.6pt;width:30pt;height:24.05pt;z-index:-251660288;mso-position-horizontal-relative:text;mso-position-vertical-relative:text;mso-width-relative:margin;mso-height-relative:margin" filled="f" stroked="f">
                  <v:textbox style="layout-flow:vertical-ideographic;mso-fit-shape-to-text:t">
                    <w:txbxContent>
                      <w:p w:rsidR="00093052" w:rsidRPr="003A1449" w:rsidRDefault="00093052" w:rsidP="00093052">
                        <w:pPr>
                          <w:rPr>
                            <w:sz w:val="20"/>
                            <w:szCs w:val="20"/>
                          </w:rPr>
                        </w:pPr>
                        <w:r w:rsidRPr="003A1449">
                          <w:rPr>
                            <w:rFonts w:hint="eastAsia"/>
                            <w:sz w:val="20"/>
                            <w:szCs w:val="20"/>
                          </w:rPr>
                          <w:t>1</w:t>
                        </w:r>
                        <w:r w:rsidR="00261D4E">
                          <w:rPr>
                            <w:rFonts w:hint="eastAsia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093052" w:rsidRPr="000D3FCF">
              <w:rPr>
                <w:rFonts w:asciiTheme="minorEastAsia" w:eastAsiaTheme="minorEastAsia" w:hAnsiTheme="minorEastAsia" w:hint="eastAsia"/>
                <w:szCs w:val="21"/>
              </w:rPr>
              <w:t>序号</w:t>
            </w: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民族</w:t>
            </w: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文化程度</w:t>
            </w: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入党时间</w:t>
            </w:r>
          </w:p>
        </w:tc>
        <w:tc>
          <w:tcPr>
            <w:tcW w:w="2977" w:type="dxa"/>
            <w:vAlign w:val="center"/>
          </w:tcPr>
          <w:p w:rsidR="00093052" w:rsidRPr="000D3FCF" w:rsidRDefault="00443F57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单位职务</w:t>
            </w: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C356C" w:rsidRPr="000D3FCF" w:rsidTr="007C356C">
        <w:trPr>
          <w:jc w:val="center"/>
        </w:trPr>
        <w:tc>
          <w:tcPr>
            <w:tcW w:w="74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93052" w:rsidRPr="000D3FCF" w:rsidRDefault="00093052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序号</w:t>
            </w: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民族</w:t>
            </w: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文化程度</w:t>
            </w: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入党时间</w:t>
            </w:r>
          </w:p>
        </w:tc>
        <w:tc>
          <w:tcPr>
            <w:tcW w:w="2977" w:type="dxa"/>
          </w:tcPr>
          <w:p w:rsidR="005705D4" w:rsidRPr="000D3FCF" w:rsidRDefault="00443F57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单位职务</w:t>
            </w: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4A0821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 id="_x0000_s1054" type="#_x0000_t202" style="position:absolute;left:0;text-align:left;margin-left:699.9pt;margin-top:21.75pt;width:51.65pt;height:39.2pt;z-index:-251656192;mso-position-horizontal-relative:text;mso-position-vertical-relative:text;mso-width-relative:margin;mso-height-relative:margin" filled="f" stroked="f">
                  <v:textbox style="mso-next-textbox:#_x0000_s1054">
                    <w:txbxContent>
                      <w:p w:rsidR="005705D4" w:rsidRDefault="005705D4" w:rsidP="005705D4"/>
                    </w:txbxContent>
                  </v:textbox>
                </v:shape>
              </w:pict>
            </w: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4A0821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 id="_x0000_s1052" type="#_x0000_t202" style="position:absolute;left:0;text-align:left;margin-left:-124pt;margin-top:6.3pt;width:30pt;height:24.05pt;z-index:251658240;mso-position-horizontal-relative:text;mso-position-vertical-relative:text;mso-width-relative:margin;mso-height-relative:margin" filled="f" stroked="f">
                  <v:textbox style="layout-flow:vertical-ideographic;mso-fit-shape-to-text:t">
                    <w:txbxContent>
                      <w:p w:rsidR="005705D4" w:rsidRPr="003A1449" w:rsidRDefault="005705D4" w:rsidP="005705D4">
                        <w:pPr>
                          <w:rPr>
                            <w:sz w:val="20"/>
                            <w:szCs w:val="20"/>
                          </w:rPr>
                        </w:pPr>
                        <w:r w:rsidRPr="003A1449">
                          <w:rPr>
                            <w:rFonts w:hint="eastAsia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</w:tcPr>
          <w:p w:rsidR="005705D4" w:rsidRPr="000D3FCF" w:rsidRDefault="005705D4" w:rsidP="008E0CA4">
            <w:pPr>
              <w:spacing w:beforeLines="40" w:afterLines="4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5705D4" w:rsidRPr="000D3FCF" w:rsidRDefault="005705D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13294" w:rsidRPr="000D3FCF" w:rsidTr="007B39C2">
        <w:trPr>
          <w:jc w:val="center"/>
        </w:trPr>
        <w:tc>
          <w:tcPr>
            <w:tcW w:w="743" w:type="dxa"/>
          </w:tcPr>
          <w:p w:rsidR="00113294" w:rsidRPr="000D3FCF" w:rsidRDefault="00113294" w:rsidP="008E0CA4">
            <w:pPr>
              <w:spacing w:beforeLines="40" w:afterLines="4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:rsidR="00113294" w:rsidRPr="000D3FCF" w:rsidRDefault="0011329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</w:tcPr>
          <w:p w:rsidR="00113294" w:rsidRPr="000D3FCF" w:rsidRDefault="0011329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</w:tcPr>
          <w:p w:rsidR="00113294" w:rsidRPr="000D3FCF" w:rsidRDefault="0011329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13294" w:rsidRPr="000D3FCF" w:rsidRDefault="0011329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13294" w:rsidRPr="000D3FCF" w:rsidRDefault="0011329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113294" w:rsidRPr="000D3FCF" w:rsidRDefault="0011329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113294" w:rsidRPr="000D3FCF" w:rsidRDefault="0011329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</w:tcPr>
          <w:p w:rsidR="00113294" w:rsidRPr="000D3FCF" w:rsidRDefault="0011329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 w:rsidR="00113294" w:rsidRPr="000D3FCF" w:rsidRDefault="00113294" w:rsidP="008E0CA4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4A0821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0821">
              <w:rPr>
                <w:rFonts w:asciiTheme="minorEastAsia" w:eastAsiaTheme="minorEastAsia" w:hAnsiTheme="minorEastAsia"/>
                <w:noProof/>
                <w:sz w:val="34"/>
                <w:szCs w:val="34"/>
              </w:rPr>
              <w:lastRenderedPageBreak/>
              <w:pict>
                <v:shape id="_x0000_s1053" type="#_x0000_t202" style="position:absolute;left:0;text-align:left;margin-left:-123.5pt;margin-top:1.6pt;width:30pt;height:24.05pt;z-index:-251657216;mso-position-horizontal-relative:text;mso-position-vertical-relative:text;mso-width-relative:margin;mso-height-relative:margin" filled="f" stroked="f">
                  <v:textbox style="layout-flow:vertical-ideographic;mso-fit-shape-to-text:t">
                    <w:txbxContent>
                      <w:p w:rsidR="005705D4" w:rsidRPr="003A1449" w:rsidRDefault="005705D4" w:rsidP="005705D4">
                        <w:pPr>
                          <w:rPr>
                            <w:sz w:val="20"/>
                            <w:szCs w:val="20"/>
                          </w:rPr>
                        </w:pPr>
                        <w:r w:rsidRPr="003A1449">
                          <w:rPr>
                            <w:rFonts w:hint="eastAsia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5705D4" w:rsidRPr="000D3FCF">
              <w:rPr>
                <w:rFonts w:asciiTheme="minorEastAsia" w:eastAsiaTheme="minorEastAsia" w:hAnsiTheme="minorEastAsia" w:hint="eastAsia"/>
                <w:szCs w:val="21"/>
              </w:rPr>
              <w:t>序号</w:t>
            </w: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民族</w:t>
            </w: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文化程度</w:t>
            </w: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入党时间</w:t>
            </w:r>
          </w:p>
        </w:tc>
        <w:tc>
          <w:tcPr>
            <w:tcW w:w="2977" w:type="dxa"/>
            <w:vAlign w:val="center"/>
          </w:tcPr>
          <w:p w:rsidR="005705D4" w:rsidRPr="000D3FCF" w:rsidRDefault="00443F57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单位职务</w:t>
            </w: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D3FCF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05D4" w:rsidRPr="000D3FCF" w:rsidTr="007B39C2">
        <w:trPr>
          <w:jc w:val="center"/>
        </w:trPr>
        <w:tc>
          <w:tcPr>
            <w:tcW w:w="74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97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5705D4" w:rsidRPr="000D3FCF" w:rsidRDefault="005705D4" w:rsidP="008E0CA4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944114" w:rsidRPr="00920187" w:rsidRDefault="005705D4" w:rsidP="00920187">
      <w:pPr>
        <w:ind w:left="540" w:hangingChars="300" w:hanging="540"/>
        <w:rPr>
          <w:rFonts w:ascii="宋体" w:hAnsi="宋体"/>
          <w:sz w:val="18"/>
          <w:szCs w:val="18"/>
        </w:rPr>
      </w:pPr>
      <w:r w:rsidRPr="00920187">
        <w:rPr>
          <w:rFonts w:ascii="宋体" w:hAnsi="宋体" w:hint="eastAsia"/>
          <w:sz w:val="18"/>
          <w:szCs w:val="18"/>
        </w:rPr>
        <w:t>注：1.此表的“党员”是指党组织关系在本支部的党员，包括流出的流动党员和保留组织关系的出国（境）留学、工作或居住党员。在流出的流动党员的备注栏中请写“流</w:t>
      </w:r>
      <w:r w:rsidR="00920187" w:rsidRPr="00920187">
        <w:rPr>
          <w:rFonts w:ascii="宋体" w:hAnsi="宋体" w:hint="eastAsia"/>
          <w:sz w:val="18"/>
          <w:szCs w:val="18"/>
        </w:rPr>
        <w:t>出”，同时请填写《流动党员（流出）基本情况表》；在出国（境）留学、工作或居住党员的备注栏中请写“出国（境）”，同时请填写《出国（境）留学、工作</w:t>
      </w:r>
      <w:r w:rsidR="00920187">
        <w:rPr>
          <w:rFonts w:ascii="宋体" w:hAnsi="宋体" w:hint="eastAsia"/>
          <w:sz w:val="18"/>
          <w:szCs w:val="18"/>
        </w:rPr>
        <w:t>或居住党员基本情况表》。</w:t>
      </w:r>
    </w:p>
    <w:p w:rsidR="00920187" w:rsidRPr="00920187" w:rsidRDefault="00920187" w:rsidP="00920187">
      <w:pPr>
        <w:rPr>
          <w:rFonts w:ascii="宋体" w:hAnsi="宋体"/>
          <w:sz w:val="18"/>
          <w:szCs w:val="18"/>
        </w:rPr>
      </w:pPr>
      <w:r w:rsidRPr="00920187">
        <w:rPr>
          <w:rFonts w:ascii="宋体" w:hAnsi="宋体" w:hint="eastAsia"/>
          <w:sz w:val="18"/>
          <w:szCs w:val="18"/>
        </w:rPr>
        <w:t xml:space="preserve">  </w:t>
      </w:r>
      <w:r>
        <w:rPr>
          <w:rFonts w:ascii="宋体" w:hAnsi="宋体" w:hint="eastAsia"/>
          <w:sz w:val="18"/>
          <w:szCs w:val="18"/>
        </w:rPr>
        <w:t xml:space="preserve"> </w:t>
      </w:r>
      <w:r w:rsidRPr="00920187">
        <w:rPr>
          <w:rFonts w:ascii="宋体" w:hAnsi="宋体" w:hint="eastAsia"/>
          <w:sz w:val="18"/>
          <w:szCs w:val="18"/>
        </w:rPr>
        <w:t xml:space="preserve"> 2.在更换下一年度手册之前，党员如果转出党组织关系，请在备注栏中写“转出”；有组织关系新转入本支部的党员，请填写此表后在备注栏中写“转入”。</w:t>
      </w:r>
    </w:p>
    <w:sectPr w:rsidR="00920187" w:rsidRPr="00920187" w:rsidSect="008E0CA4">
      <w:footerReference w:type="default" r:id="rId7"/>
      <w:pgSz w:w="16840" w:h="11907" w:orient="landscape" w:code="9"/>
      <w:pgMar w:top="1701" w:right="1701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57E" w:rsidRDefault="00E2657E" w:rsidP="00D547EF">
      <w:r>
        <w:separator/>
      </w:r>
    </w:p>
  </w:endnote>
  <w:endnote w:type="continuationSeparator" w:id="1">
    <w:p w:rsidR="00E2657E" w:rsidRDefault="00E2657E" w:rsidP="00D54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EF" w:rsidRDefault="00D547EF">
    <w:pPr>
      <w:pStyle w:val="a5"/>
      <w:jc w:val="right"/>
    </w:pPr>
  </w:p>
  <w:p w:rsidR="00D547EF" w:rsidRDefault="00D54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57E" w:rsidRDefault="00E2657E" w:rsidP="00D547EF">
      <w:r>
        <w:separator/>
      </w:r>
    </w:p>
  </w:footnote>
  <w:footnote w:type="continuationSeparator" w:id="1">
    <w:p w:rsidR="00E2657E" w:rsidRDefault="00E2657E" w:rsidP="00D54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1A1"/>
    <w:multiLevelType w:val="hybridMultilevel"/>
    <w:tmpl w:val="07580EFC"/>
    <w:lvl w:ilvl="0" w:tplc="6FA8E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4674"/>
    <w:rsid w:val="00091B78"/>
    <w:rsid w:val="00093052"/>
    <w:rsid w:val="000D3FCF"/>
    <w:rsid w:val="00113294"/>
    <w:rsid w:val="0016459A"/>
    <w:rsid w:val="00194674"/>
    <w:rsid w:val="00195D39"/>
    <w:rsid w:val="00216F7F"/>
    <w:rsid w:val="00261D4E"/>
    <w:rsid w:val="003101D8"/>
    <w:rsid w:val="003601EA"/>
    <w:rsid w:val="003968A0"/>
    <w:rsid w:val="00397AD1"/>
    <w:rsid w:val="003A1449"/>
    <w:rsid w:val="003A1DE3"/>
    <w:rsid w:val="003B4151"/>
    <w:rsid w:val="003F277F"/>
    <w:rsid w:val="00443F57"/>
    <w:rsid w:val="0046008B"/>
    <w:rsid w:val="004A0821"/>
    <w:rsid w:val="004F1470"/>
    <w:rsid w:val="004F6E4D"/>
    <w:rsid w:val="005705D4"/>
    <w:rsid w:val="005A6DD8"/>
    <w:rsid w:val="005C36FB"/>
    <w:rsid w:val="0065265B"/>
    <w:rsid w:val="006E5601"/>
    <w:rsid w:val="00775E43"/>
    <w:rsid w:val="00783BF3"/>
    <w:rsid w:val="007B39C2"/>
    <w:rsid w:val="007C356C"/>
    <w:rsid w:val="007D6D5C"/>
    <w:rsid w:val="0084308A"/>
    <w:rsid w:val="008607B0"/>
    <w:rsid w:val="008B7BE5"/>
    <w:rsid w:val="008E0CA4"/>
    <w:rsid w:val="008E1D44"/>
    <w:rsid w:val="008F77B3"/>
    <w:rsid w:val="00920187"/>
    <w:rsid w:val="00944114"/>
    <w:rsid w:val="009522FA"/>
    <w:rsid w:val="00963AA6"/>
    <w:rsid w:val="00A71B9A"/>
    <w:rsid w:val="00B42148"/>
    <w:rsid w:val="00B42972"/>
    <w:rsid w:val="00C87704"/>
    <w:rsid w:val="00CC209C"/>
    <w:rsid w:val="00CD48A4"/>
    <w:rsid w:val="00D53EFA"/>
    <w:rsid w:val="00D547EF"/>
    <w:rsid w:val="00D853C4"/>
    <w:rsid w:val="00E2657E"/>
    <w:rsid w:val="00E32177"/>
    <w:rsid w:val="00E653CF"/>
    <w:rsid w:val="00E77236"/>
    <w:rsid w:val="00F23855"/>
    <w:rsid w:val="00FA6B2E"/>
    <w:rsid w:val="00FC129A"/>
    <w:rsid w:val="00FC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15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47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7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01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01EA"/>
    <w:rPr>
      <w:sz w:val="18"/>
      <w:szCs w:val="18"/>
    </w:rPr>
  </w:style>
  <w:style w:type="table" w:styleId="a7">
    <w:name w:val="Table Grid"/>
    <w:basedOn w:val="a1"/>
    <w:uiPriority w:val="59"/>
    <w:rsid w:val="005A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2.&#20826;&#21592;&#22522;&#26412;&#24773;&#20917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2.党员基本情况表.dot</Template>
  <TotalTime>3</TotalTime>
  <Pages>4</Pages>
  <Words>144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4</cp:revision>
  <cp:lastPrinted>2017-09-10T13:34:00Z</cp:lastPrinted>
  <dcterms:created xsi:type="dcterms:W3CDTF">2018-02-26T07:54:00Z</dcterms:created>
  <dcterms:modified xsi:type="dcterms:W3CDTF">2018-02-26T10:06:00Z</dcterms:modified>
</cp:coreProperties>
</file>