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440EE8" w:rsidRDefault="003F5382" w:rsidP="00CF0F15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FE5B72">
        <w:rPr>
          <w:rFonts w:cs="Calibri"/>
          <w:sz w:val="34"/>
          <w:szCs w:val="34"/>
        </w:rPr>
        <w:t>1</w:t>
      </w:r>
      <w:r w:rsidR="00440EE8" w:rsidRPr="00FE5B72">
        <w:rPr>
          <w:rFonts w:cs="Calibri"/>
          <w:sz w:val="34"/>
          <w:szCs w:val="34"/>
        </w:rPr>
        <w:t>2</w:t>
      </w:r>
      <w:r w:rsidR="003A1449" w:rsidRPr="00FE5B72">
        <w:rPr>
          <w:rFonts w:cs="Calibri"/>
          <w:sz w:val="34"/>
          <w:szCs w:val="34"/>
        </w:rPr>
        <w:t>.</w:t>
      </w:r>
      <w:r w:rsidR="00DC1650" w:rsidRPr="00440EE8">
        <w:rPr>
          <w:rFonts w:ascii="宋体" w:hAnsi="宋体" w:hint="eastAsia"/>
          <w:b/>
          <w:sz w:val="34"/>
          <w:szCs w:val="34"/>
        </w:rPr>
        <w:t>党</w:t>
      </w:r>
      <w:r w:rsidR="00667A4C" w:rsidRPr="00440EE8">
        <w:rPr>
          <w:rFonts w:ascii="宋体" w:hAnsi="宋体" w:hint="eastAsia"/>
          <w:b/>
          <w:sz w:val="34"/>
          <w:szCs w:val="34"/>
        </w:rPr>
        <w:t>支部年度工作计划</w:t>
      </w:r>
    </w:p>
    <w:p w:rsidR="00DD3E26" w:rsidRDefault="00DD3E26" w:rsidP="00CF0F15">
      <w:pPr>
        <w:pStyle w:val="a3"/>
        <w:spacing w:afterLines="50"/>
        <w:ind w:left="360"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</w:p>
    <w:p w:rsidR="00DD3E26" w:rsidRPr="00DD3E26" w:rsidRDefault="00DD3E26" w:rsidP="00CF0F15">
      <w:pPr>
        <w:pStyle w:val="a3"/>
        <w:spacing w:afterLines="50"/>
        <w:ind w:firstLineChars="170" w:firstLine="358"/>
        <w:rPr>
          <w:rFonts w:asciiTheme="minorEastAsia" w:eastAsiaTheme="minorEastAsia" w:hAnsiTheme="minorEastAsia"/>
          <w:b/>
          <w:szCs w:val="21"/>
        </w:rPr>
      </w:pPr>
    </w:p>
    <w:tbl>
      <w:tblPr>
        <w:tblW w:w="8505" w:type="dxa"/>
        <w:tblInd w:w="10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4A0"/>
      </w:tblPr>
      <w:tblGrid>
        <w:gridCol w:w="8505"/>
      </w:tblGrid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ind w:leftChars="-186" w:left="-391" w:firstLineChars="186" w:firstLine="391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DD3E26" w:rsidTr="00C64FC3">
        <w:tc>
          <w:tcPr>
            <w:tcW w:w="8505" w:type="dxa"/>
            <w:vAlign w:val="center"/>
          </w:tcPr>
          <w:p w:rsidR="00667A4C" w:rsidRPr="00DD3E26" w:rsidRDefault="00667A4C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DD3E26" w:rsidTr="00C64FC3">
        <w:tc>
          <w:tcPr>
            <w:tcW w:w="8505" w:type="dxa"/>
            <w:vAlign w:val="center"/>
          </w:tcPr>
          <w:p w:rsidR="00A37302" w:rsidRPr="00DD3E26" w:rsidRDefault="00A3730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BE74A1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0" type="#_x0000_t202" style="position:absolute;margin-left:407.25pt;margin-top:54.7pt;width:30pt;height:22.8pt;z-index:251657216;mso-position-horizontal-relative:text;mso-position-vertical-relative:text;mso-width-relative:margin;mso-height-relative:margin" filled="f" stroked="f">
                  <v:textbox style="mso-next-textbox:#_x0000_s1130;mso-fit-shape-to-text:t">
                    <w:txbxContent>
                      <w:p w:rsidR="002E60D9" w:rsidRPr="002C69E4" w:rsidRDefault="002E60D9" w:rsidP="002C69E4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40EE8" w:rsidRPr="00DD3E26" w:rsidTr="00C64FC3">
        <w:tc>
          <w:tcPr>
            <w:tcW w:w="8505" w:type="dxa"/>
            <w:vAlign w:val="center"/>
          </w:tcPr>
          <w:p w:rsidR="00440EE8" w:rsidRPr="00DD3E26" w:rsidRDefault="00440EE8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DD3E26" w:rsidTr="00C64FC3">
        <w:tc>
          <w:tcPr>
            <w:tcW w:w="8505" w:type="dxa"/>
            <w:vAlign w:val="center"/>
          </w:tcPr>
          <w:p w:rsidR="000147A5" w:rsidRPr="00DD3E26" w:rsidRDefault="000147A5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DD3E26" w:rsidTr="00C64FC3">
        <w:tc>
          <w:tcPr>
            <w:tcW w:w="8505" w:type="dxa"/>
            <w:vAlign w:val="center"/>
          </w:tcPr>
          <w:p w:rsidR="002E60D9" w:rsidRPr="00DD3E26" w:rsidRDefault="002E60D9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E5B72" w:rsidRPr="00DD3E26" w:rsidTr="00C64FC3">
        <w:tc>
          <w:tcPr>
            <w:tcW w:w="8505" w:type="dxa"/>
            <w:vAlign w:val="center"/>
          </w:tcPr>
          <w:p w:rsidR="00FE5B72" w:rsidRPr="00DD3E26" w:rsidRDefault="00FE5B72" w:rsidP="00CF0F15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11536" w:rsidRPr="00FE5B72" w:rsidRDefault="00BE74A1" w:rsidP="00BE74A1">
      <w:pPr>
        <w:spacing w:beforeLines="40" w:afterLines="40"/>
        <w:rPr>
          <w:szCs w:val="21"/>
        </w:rPr>
      </w:pPr>
      <w:r>
        <w:rPr>
          <w:szCs w:val="21"/>
        </w:rPr>
        <w:lastRenderedPageBreak/>
        <w:pict>
          <v:shape id="_x0000_s1131" type="#_x0000_t202" style="position:absolute;left:0;text-align:left;margin-left:-5.65pt;margin-top:56.2pt;width:30pt;height:22.8pt;z-index:251658240;mso-position-horizontal-relative:text;mso-position-vertical-relative:text;mso-width-relative:margin;mso-height-relative:margin" filled="f" stroked="f">
            <v:textbox style="mso-next-textbox:#_x0000_s1131;mso-fit-shape-to-text:t">
              <w:txbxContent>
                <w:p w:rsidR="002E60D9" w:rsidRPr="003A1449" w:rsidRDefault="002E60D9" w:rsidP="002E60D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511536" w:rsidRPr="00FE5B72" w:rsidSect="00CF0F15">
      <w:footerReference w:type="default" r:id="rId8"/>
      <w:pgSz w:w="11907" w:h="16839" w:code="9"/>
      <w:pgMar w:top="1701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0AF" w:rsidRDefault="009620AF" w:rsidP="00D547EF">
      <w:r>
        <w:separator/>
      </w:r>
    </w:p>
  </w:endnote>
  <w:endnote w:type="continuationSeparator" w:id="1">
    <w:p w:rsidR="009620AF" w:rsidRDefault="009620AF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0AF" w:rsidRDefault="009620AF" w:rsidP="00D547EF">
      <w:r>
        <w:separator/>
      </w:r>
    </w:p>
  </w:footnote>
  <w:footnote w:type="continuationSeparator" w:id="1">
    <w:p w:rsidR="009620AF" w:rsidRDefault="009620AF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0099"/>
    <w:rsid w:val="00012BE8"/>
    <w:rsid w:val="000147A5"/>
    <w:rsid w:val="00071DA8"/>
    <w:rsid w:val="00081014"/>
    <w:rsid w:val="00093052"/>
    <w:rsid w:val="000A1F1D"/>
    <w:rsid w:val="000B1751"/>
    <w:rsid w:val="000B2AD1"/>
    <w:rsid w:val="000D4F7D"/>
    <w:rsid w:val="001525CB"/>
    <w:rsid w:val="0016459A"/>
    <w:rsid w:val="00184A2C"/>
    <w:rsid w:val="0018653B"/>
    <w:rsid w:val="00195D39"/>
    <w:rsid w:val="001D5FFB"/>
    <w:rsid w:val="00210099"/>
    <w:rsid w:val="00262035"/>
    <w:rsid w:val="002C69E4"/>
    <w:rsid w:val="002E60D9"/>
    <w:rsid w:val="0031390C"/>
    <w:rsid w:val="003601EA"/>
    <w:rsid w:val="003968A0"/>
    <w:rsid w:val="00397AD1"/>
    <w:rsid w:val="003A1449"/>
    <w:rsid w:val="003B4151"/>
    <w:rsid w:val="003D1D2F"/>
    <w:rsid w:val="003F5382"/>
    <w:rsid w:val="00432C8D"/>
    <w:rsid w:val="00440EE8"/>
    <w:rsid w:val="0046008B"/>
    <w:rsid w:val="004A0B6E"/>
    <w:rsid w:val="004F1470"/>
    <w:rsid w:val="00511536"/>
    <w:rsid w:val="0058193B"/>
    <w:rsid w:val="005A6DD8"/>
    <w:rsid w:val="005B620D"/>
    <w:rsid w:val="00607E42"/>
    <w:rsid w:val="00625CA6"/>
    <w:rsid w:val="006605C1"/>
    <w:rsid w:val="00667A4C"/>
    <w:rsid w:val="006B1BE5"/>
    <w:rsid w:val="006D410F"/>
    <w:rsid w:val="006E5601"/>
    <w:rsid w:val="00713DD0"/>
    <w:rsid w:val="00730017"/>
    <w:rsid w:val="00783BF3"/>
    <w:rsid w:val="007A1C7A"/>
    <w:rsid w:val="007D6D5C"/>
    <w:rsid w:val="0084308A"/>
    <w:rsid w:val="008607B0"/>
    <w:rsid w:val="008B7BE5"/>
    <w:rsid w:val="008E1D44"/>
    <w:rsid w:val="00911408"/>
    <w:rsid w:val="0093193B"/>
    <w:rsid w:val="009620AF"/>
    <w:rsid w:val="00A06328"/>
    <w:rsid w:val="00A37302"/>
    <w:rsid w:val="00A7624F"/>
    <w:rsid w:val="00AF711F"/>
    <w:rsid w:val="00B14F2A"/>
    <w:rsid w:val="00B5215F"/>
    <w:rsid w:val="00B9481B"/>
    <w:rsid w:val="00BA6FE0"/>
    <w:rsid w:val="00BE74A1"/>
    <w:rsid w:val="00C52DA7"/>
    <w:rsid w:val="00C60779"/>
    <w:rsid w:val="00C64FC3"/>
    <w:rsid w:val="00C84C6A"/>
    <w:rsid w:val="00CD48A4"/>
    <w:rsid w:val="00CF0F15"/>
    <w:rsid w:val="00D0448E"/>
    <w:rsid w:val="00D35DBA"/>
    <w:rsid w:val="00D547EF"/>
    <w:rsid w:val="00DA5D38"/>
    <w:rsid w:val="00DB3DB8"/>
    <w:rsid w:val="00DC1650"/>
    <w:rsid w:val="00DC6BFC"/>
    <w:rsid w:val="00DD3E26"/>
    <w:rsid w:val="00E1778E"/>
    <w:rsid w:val="00E24077"/>
    <w:rsid w:val="00E2761C"/>
    <w:rsid w:val="00E32177"/>
    <w:rsid w:val="00E349DC"/>
    <w:rsid w:val="00E37A62"/>
    <w:rsid w:val="00E653CF"/>
    <w:rsid w:val="00E93DA3"/>
    <w:rsid w:val="00F23855"/>
    <w:rsid w:val="00F60ED2"/>
    <w:rsid w:val="00FC48EB"/>
    <w:rsid w:val="00FE5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2.&#20826;&#25903;&#37096;&#24180;&#24230;&#24037;&#20316;&#35745;&#2101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DAABB-45F2-4E24-8A2C-EE75C505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12.党支部年度工作计划.dot</Template>
  <TotalTime>9</TotalTime>
  <Pages>5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8</cp:revision>
  <cp:lastPrinted>2017-09-10T13:34:00Z</cp:lastPrinted>
  <dcterms:created xsi:type="dcterms:W3CDTF">2018-02-26T08:01:00Z</dcterms:created>
  <dcterms:modified xsi:type="dcterms:W3CDTF">2018-02-26T10:16:00Z</dcterms:modified>
</cp:coreProperties>
</file>