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3601EA" w:rsidRDefault="003601EA" w:rsidP="003601EA">
      <w:pPr>
        <w:pStyle w:val="a3"/>
        <w:ind w:left="360" w:firstLineChars="0" w:firstLine="0"/>
        <w:jc w:val="center"/>
        <w:rPr>
          <w:b/>
          <w:sz w:val="34"/>
          <w:szCs w:val="34"/>
        </w:rPr>
      </w:pPr>
      <w:r w:rsidRPr="003601EA">
        <w:rPr>
          <w:rFonts w:hint="eastAsia"/>
          <w:sz w:val="34"/>
          <w:szCs w:val="34"/>
        </w:rPr>
        <w:t>1.</w:t>
      </w:r>
      <w:r w:rsidR="003B4151" w:rsidRPr="003601EA">
        <w:rPr>
          <w:rFonts w:hint="eastAsia"/>
          <w:b/>
          <w:sz w:val="34"/>
          <w:szCs w:val="34"/>
        </w:rPr>
        <w:t>党支部基本情况</w:t>
      </w:r>
    </w:p>
    <w:p w:rsidR="008607B0" w:rsidRPr="008607B0" w:rsidRDefault="00570B72" w:rsidP="001A3539">
      <w:pPr>
        <w:spacing w:afterLines="50" w:line="300" w:lineRule="auto"/>
        <w:rPr>
          <w:sz w:val="24"/>
          <w:szCs w:val="24"/>
        </w:rPr>
      </w:pPr>
      <w:r>
        <w:rPr>
          <w:sz w:val="24"/>
          <w:szCs w:val="24"/>
        </w:rPr>
        <w:pict>
          <v:group id="_x0000_s1028" style="position:absolute;left:0;text-align:left;margin-left:-.7pt;margin-top:3.5pt;width:435.25pt;height:3.55pt;z-index:251657216" coordorigin="1481,3734" coordsize="7446,4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481;top:3734;width:7444;height:0" o:connectortype="straight" strokeweight="1.5pt"/>
            <v:shape id="_x0000_s1027" type="#_x0000_t32" style="position:absolute;left:1483;top:3778;width:7444;height:0" o:connectortype="straight"/>
          </v:group>
        </w:pict>
      </w:r>
    </w:p>
    <w:p w:rsidR="008607B0" w:rsidRPr="0048267F" w:rsidRDefault="008607B0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>单位（部门）</w:t>
      </w:r>
      <w:r w:rsidR="0046008B"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       </w:t>
      </w:r>
      <w:r w:rsidR="0046008B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="0046008B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支 部 名 称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        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支 部 届 期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年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月至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年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月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上级党组织名称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党员人数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支部委员会人数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  <w:r w:rsidR="00783BF3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党小组数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46008B" w:rsidRPr="0048267F" w:rsidRDefault="0046008B" w:rsidP="001A3539">
      <w:pPr>
        <w:tabs>
          <w:tab w:val="left" w:pos="3828"/>
          <w:tab w:val="left" w:pos="4111"/>
        </w:tabs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支部书记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副 书 记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</w:t>
      </w:r>
    </w:p>
    <w:p w:rsidR="0046008B" w:rsidRPr="0048267F" w:rsidRDefault="0046008B" w:rsidP="001A3539">
      <w:pPr>
        <w:tabs>
          <w:tab w:val="left" w:pos="4111"/>
        </w:tabs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组织委员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宣传委员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纪检委员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青年委员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统战委员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其他委员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</w:t>
      </w:r>
    </w:p>
    <w:p w:rsidR="0046008B" w:rsidRPr="0048267F" w:rsidRDefault="0046008B" w:rsidP="001A3539">
      <w:pPr>
        <w:spacing w:beforeLines="80" w:afterLines="80" w:line="30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</w:t>
      </w:r>
      <w:r w:rsidRPr="0048267F">
        <w:rPr>
          <w:rFonts w:asciiTheme="majorEastAsia" w:eastAsiaTheme="majorEastAsia" w:hAnsiTheme="majorEastAsia" w:hint="eastAsia"/>
          <w:sz w:val="24"/>
          <w:szCs w:val="24"/>
        </w:rPr>
        <w:t xml:space="preserve"> 党小组长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  </w:t>
      </w:r>
      <w:r w:rsidR="00BD036E"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</w:t>
      </w:r>
      <w:r w:rsidRPr="0048267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     </w:t>
      </w:r>
    </w:p>
    <w:p w:rsidR="003B4151" w:rsidRPr="0046008B" w:rsidRDefault="00570B72" w:rsidP="00BD036E">
      <w:pPr>
        <w:spacing w:line="300" w:lineRule="auto"/>
        <w:rPr>
          <w:sz w:val="36"/>
          <w:szCs w:val="36"/>
        </w:rPr>
      </w:pPr>
      <w:r w:rsidRPr="00570B72">
        <w:rPr>
          <w:noProof/>
          <w:sz w:val="24"/>
          <w:szCs w:val="24"/>
          <w:u w:val="single"/>
        </w:rPr>
        <w:pict>
          <v:group id="_x0000_s1033" style="position:absolute;left:0;text-align:left;margin-left:-.9pt;margin-top:18pt;width:435.35pt;height:3.55pt;z-index:251658240" coordorigin="1402,12783" coordsize="7636,43">
            <v:shape id="_x0000_s1030" type="#_x0000_t32" style="position:absolute;left:1402;top:12826;width:7634;height:0" o:connectortype="straight" o:regroupid="2" strokeweight="1.5pt"/>
            <v:shape id="_x0000_s1031" type="#_x0000_t32" style="position:absolute;left:1404;top:12783;width:7634;height:0" o:connectortype="straight" o:regroupid="2"/>
          </v:group>
        </w:pict>
      </w:r>
    </w:p>
    <w:sectPr w:rsidR="003B4151" w:rsidRPr="0046008B" w:rsidSect="001A3539">
      <w:footerReference w:type="default" r:id="rId8"/>
      <w:pgSz w:w="11907" w:h="16840" w:code="9"/>
      <w:pgMar w:top="1701" w:right="1418" w:bottom="1418" w:left="1701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92A" w:rsidRDefault="0006392A" w:rsidP="00D547EF">
      <w:r>
        <w:separator/>
      </w:r>
    </w:p>
  </w:endnote>
  <w:endnote w:type="continuationSeparator" w:id="1">
    <w:p w:rsidR="0006392A" w:rsidRDefault="0006392A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92A" w:rsidRDefault="0006392A" w:rsidP="00D547EF">
      <w:r>
        <w:separator/>
      </w:r>
    </w:p>
  </w:footnote>
  <w:footnote w:type="continuationSeparator" w:id="1">
    <w:p w:rsidR="0006392A" w:rsidRDefault="0006392A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8FD"/>
    <w:rsid w:val="0006392A"/>
    <w:rsid w:val="00195D39"/>
    <w:rsid w:val="001A3539"/>
    <w:rsid w:val="003601EA"/>
    <w:rsid w:val="00397AD1"/>
    <w:rsid w:val="003B4151"/>
    <w:rsid w:val="0046008B"/>
    <w:rsid w:val="0048267F"/>
    <w:rsid w:val="004F1470"/>
    <w:rsid w:val="00570B72"/>
    <w:rsid w:val="0058251E"/>
    <w:rsid w:val="005E6CA1"/>
    <w:rsid w:val="00697508"/>
    <w:rsid w:val="006E5601"/>
    <w:rsid w:val="00783BF3"/>
    <w:rsid w:val="007D6D5C"/>
    <w:rsid w:val="00831A6F"/>
    <w:rsid w:val="0084308A"/>
    <w:rsid w:val="008607B0"/>
    <w:rsid w:val="00862A9D"/>
    <w:rsid w:val="008B7BE5"/>
    <w:rsid w:val="008E1D44"/>
    <w:rsid w:val="00917085"/>
    <w:rsid w:val="009E679C"/>
    <w:rsid w:val="00A44488"/>
    <w:rsid w:val="00AE118F"/>
    <w:rsid w:val="00BD036E"/>
    <w:rsid w:val="00CD48A4"/>
    <w:rsid w:val="00D20E0E"/>
    <w:rsid w:val="00D547EF"/>
    <w:rsid w:val="00E32177"/>
    <w:rsid w:val="00E548FD"/>
    <w:rsid w:val="00E63D70"/>
    <w:rsid w:val="00E653CF"/>
    <w:rsid w:val="00ED2E2C"/>
    <w:rsid w:val="00FA2F2B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5" type="connector" idref="#_x0000_s1030"/>
        <o:r id="V:Rule6" type="connector" idref="#_x0000_s1026"/>
        <o:r id="V:Rule7" type="connector" idref="#_x0000_s1027"/>
        <o:r id="V:Rule8" type="connector" idref="#_x0000_s103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.&#20826;&#25903;&#37096;&#22522;&#26412;&#24773;&#20917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8F99A-DACF-44BB-A746-8A08D0B0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1.党支部基本情况.dot</Template>
  <TotalTime>6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4</cp:revision>
  <cp:lastPrinted>2017-09-10T13:34:00Z</cp:lastPrinted>
  <dcterms:created xsi:type="dcterms:W3CDTF">2018-02-26T07:50:00Z</dcterms:created>
  <dcterms:modified xsi:type="dcterms:W3CDTF">2018-02-26T10:05:00Z</dcterms:modified>
</cp:coreProperties>
</file>